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922" w:type="dxa"/>
        <w:tblLayout w:type="fixed"/>
        <w:tblLook w:val="04A0" w:firstRow="1" w:lastRow="0" w:firstColumn="1" w:lastColumn="0" w:noHBand="0" w:noVBand="1"/>
      </w:tblPr>
      <w:tblGrid>
        <w:gridCol w:w="4535"/>
        <w:gridCol w:w="1135"/>
        <w:gridCol w:w="4252"/>
      </w:tblGrid>
      <w:tr w:rsidR="00C51DFC" w:rsidRPr="009847BA" w14:paraId="49518EA9" w14:textId="77777777" w:rsidTr="00ED3123">
        <w:trPr>
          <w:trHeight w:hRule="exact" w:val="1004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66A93" w14:textId="77777777" w:rsidR="00B07C21" w:rsidRPr="009847BA" w:rsidRDefault="001C1BA7" w:rsidP="00ED3123">
            <w:pPr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cs="Arial"/>
                <w:sz w:val="16"/>
                <w:szCs w:val="16"/>
              </w:rPr>
              <w:t>SmartCase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GmbH</w:t>
            </w:r>
            <w:r w:rsidR="005A372C">
              <w:rPr>
                <w:rFonts w:cs="Arial"/>
                <w:sz w:val="16"/>
                <w:szCs w:val="16"/>
              </w:rPr>
              <w:sym w:font="Wingdings" w:char="F0AD"/>
            </w:r>
            <w:r w:rsidR="005A372C">
              <w:rPr>
                <w:rFonts w:cs="Arial"/>
                <w:sz w:val="16"/>
                <w:szCs w:val="16"/>
              </w:rPr>
              <w:t xml:space="preserve"> </w:t>
            </w:r>
            <w:r w:rsidR="002C11F9">
              <w:rPr>
                <w:rFonts w:cs="Arial"/>
                <w:sz w:val="16"/>
                <w:szCs w:val="16"/>
              </w:rPr>
              <w:t>Dachsbau</w:t>
            </w:r>
            <w:r w:rsidR="005A372C">
              <w:rPr>
                <w:rFonts w:cs="Arial"/>
                <w:sz w:val="16"/>
                <w:szCs w:val="16"/>
              </w:rPr>
              <w:t xml:space="preserve"> </w:t>
            </w:r>
            <w:r w:rsidR="002C11F9">
              <w:rPr>
                <w:rFonts w:cs="Arial"/>
                <w:sz w:val="16"/>
                <w:szCs w:val="16"/>
              </w:rPr>
              <w:t>7</w:t>
            </w:r>
            <w:r w:rsidR="005A372C">
              <w:rPr>
                <w:rFonts w:cs="Arial"/>
                <w:sz w:val="16"/>
                <w:szCs w:val="16"/>
              </w:rPr>
              <w:t xml:space="preserve"> </w:t>
            </w:r>
            <w:r w:rsidR="005A372C">
              <w:rPr>
                <w:rFonts w:cs="Arial"/>
                <w:sz w:val="16"/>
                <w:szCs w:val="16"/>
              </w:rPr>
              <w:sym w:font="Wingdings" w:char="F0AD"/>
            </w:r>
            <w:r w:rsidR="005A372C">
              <w:rPr>
                <w:rFonts w:cs="Arial"/>
                <w:sz w:val="16"/>
                <w:szCs w:val="16"/>
              </w:rPr>
              <w:t xml:space="preserve"> 7</w:t>
            </w:r>
            <w:r w:rsidR="002C11F9">
              <w:rPr>
                <w:rFonts w:cs="Arial"/>
                <w:sz w:val="16"/>
                <w:szCs w:val="16"/>
              </w:rPr>
              <w:t>2070 Tübingen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nil"/>
              <w:tl2br w:val="nil"/>
            </w:tcBorders>
          </w:tcPr>
          <w:p w14:paraId="4C338C87" w14:textId="77777777" w:rsidR="00C51DFC" w:rsidRPr="009847BA" w:rsidRDefault="00C51DFC">
            <w:pPr>
              <w:rPr>
                <w:rFonts w:cs="Arial"/>
              </w:rPr>
            </w:pP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</w:tcPr>
          <w:p w14:paraId="70A2EC15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Ihr Zeichen: 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="003408EE" w:rsidRPr="009847BA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408EE" w:rsidRPr="009847BA">
              <w:rPr>
                <w:rFonts w:cs="Arial"/>
                <w:sz w:val="20"/>
                <w:szCs w:val="20"/>
              </w:rPr>
            </w:r>
            <w:r w:rsidR="003408EE" w:rsidRPr="009847BA">
              <w:rPr>
                <w:rFonts w:cs="Arial"/>
                <w:sz w:val="20"/>
                <w:szCs w:val="20"/>
              </w:rPr>
              <w:fldChar w:fldCharType="separate"/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end"/>
            </w:r>
            <w:bookmarkEnd w:id="1"/>
          </w:p>
          <w:p w14:paraId="3547E80D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Ihre Nachricht vom: 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408EE" w:rsidRPr="009847BA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408EE" w:rsidRPr="009847BA">
              <w:rPr>
                <w:rFonts w:cs="Arial"/>
                <w:sz w:val="20"/>
                <w:szCs w:val="20"/>
              </w:rPr>
            </w:r>
            <w:r w:rsidR="003408EE" w:rsidRPr="009847BA">
              <w:rPr>
                <w:rFonts w:cs="Arial"/>
                <w:sz w:val="20"/>
                <w:szCs w:val="20"/>
              </w:rPr>
              <w:fldChar w:fldCharType="separate"/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end"/>
            </w:r>
          </w:p>
          <w:p w14:paraId="229E0F78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Unser Zeichen: 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408EE" w:rsidRPr="009847BA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408EE" w:rsidRPr="009847BA">
              <w:rPr>
                <w:rFonts w:cs="Arial"/>
                <w:sz w:val="20"/>
                <w:szCs w:val="20"/>
              </w:rPr>
            </w:r>
            <w:r w:rsidR="003408EE" w:rsidRPr="009847BA">
              <w:rPr>
                <w:rFonts w:cs="Arial"/>
                <w:sz w:val="20"/>
                <w:szCs w:val="20"/>
              </w:rPr>
              <w:fldChar w:fldCharType="separate"/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end"/>
            </w:r>
          </w:p>
          <w:p w14:paraId="24C432C8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Unsere Nachricht vom: 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408EE" w:rsidRPr="009847BA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408EE" w:rsidRPr="009847BA">
              <w:rPr>
                <w:rFonts w:cs="Arial"/>
                <w:sz w:val="20"/>
                <w:szCs w:val="20"/>
              </w:rPr>
            </w:r>
            <w:r w:rsidR="003408EE" w:rsidRPr="009847BA">
              <w:rPr>
                <w:rFonts w:cs="Arial"/>
                <w:sz w:val="20"/>
                <w:szCs w:val="20"/>
              </w:rPr>
              <w:fldChar w:fldCharType="separate"/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end"/>
            </w:r>
          </w:p>
          <w:p w14:paraId="15DCE160" w14:textId="77777777" w:rsidR="0049253A" w:rsidRPr="009847BA" w:rsidRDefault="0049253A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</w:p>
          <w:p w14:paraId="55BED4A0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Name: 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408EE" w:rsidRPr="009847BA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3408EE" w:rsidRPr="009847BA">
              <w:rPr>
                <w:rFonts w:cs="Arial"/>
                <w:sz w:val="20"/>
                <w:szCs w:val="20"/>
              </w:rPr>
            </w:r>
            <w:r w:rsidR="003408EE" w:rsidRPr="009847BA">
              <w:rPr>
                <w:rFonts w:cs="Arial"/>
                <w:sz w:val="20"/>
                <w:szCs w:val="20"/>
              </w:rPr>
              <w:fldChar w:fldCharType="separate"/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noProof/>
                <w:sz w:val="20"/>
                <w:szCs w:val="20"/>
              </w:rPr>
              <w:t> </w:t>
            </w:r>
            <w:r w:rsidR="003408EE" w:rsidRPr="009847BA">
              <w:rPr>
                <w:rFonts w:cs="Arial"/>
                <w:sz w:val="20"/>
                <w:szCs w:val="20"/>
              </w:rPr>
              <w:fldChar w:fldCharType="end"/>
            </w:r>
          </w:p>
          <w:p w14:paraId="14EFD32C" w14:textId="05D1A6DE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Telefon: </w:t>
            </w:r>
            <w:r w:rsidR="002C11F9">
              <w:rPr>
                <w:rFonts w:cs="Arial"/>
                <w:sz w:val="20"/>
                <w:szCs w:val="20"/>
              </w:rPr>
              <w:t>07071</w:t>
            </w:r>
            <w:r w:rsidR="009B33BD">
              <w:rPr>
                <w:rFonts w:cs="Arial"/>
                <w:sz w:val="20"/>
                <w:szCs w:val="20"/>
              </w:rPr>
              <w:t xml:space="preserve"> 896-</w:t>
            </w:r>
            <w:r w:rsidR="00CA5759">
              <w:rPr>
                <w:rFonts w:cs="Arial"/>
                <w:sz w:val="20"/>
                <w:szCs w:val="20"/>
              </w:rPr>
              <w:t>129</w:t>
            </w:r>
          </w:p>
          <w:p w14:paraId="4F84F8AE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Telefax: </w:t>
            </w:r>
            <w:r w:rsidR="002C11F9">
              <w:rPr>
                <w:rFonts w:cs="Arial"/>
                <w:sz w:val="20"/>
                <w:szCs w:val="20"/>
              </w:rPr>
              <w:t>07071</w:t>
            </w:r>
            <w:r w:rsidR="009B33BD">
              <w:rPr>
                <w:rFonts w:cs="Arial"/>
                <w:sz w:val="20"/>
                <w:szCs w:val="20"/>
              </w:rPr>
              <w:t xml:space="preserve"> 896-17</w:t>
            </w:r>
          </w:p>
          <w:p w14:paraId="3B44FFCE" w14:textId="2388BB85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E-Mail: </w:t>
            </w:r>
            <w:r w:rsidR="00AC4926">
              <w:rPr>
                <w:rFonts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&lt;Prüfling&gt;"/>
                  </w:textInput>
                </w:ffData>
              </w:fldChar>
            </w:r>
            <w:bookmarkStart w:id="2" w:name="Text6"/>
            <w:r w:rsidR="00AC4926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AC4926">
              <w:rPr>
                <w:rFonts w:cs="Arial"/>
                <w:sz w:val="20"/>
                <w:szCs w:val="20"/>
              </w:rPr>
            </w:r>
            <w:r w:rsidR="00AC4926">
              <w:rPr>
                <w:rFonts w:cs="Arial"/>
                <w:sz w:val="20"/>
                <w:szCs w:val="20"/>
              </w:rPr>
              <w:fldChar w:fldCharType="separate"/>
            </w:r>
            <w:r w:rsidR="00AC4926">
              <w:rPr>
                <w:rFonts w:cs="Arial"/>
                <w:noProof/>
                <w:sz w:val="20"/>
                <w:szCs w:val="20"/>
              </w:rPr>
              <w:t>&lt;Prüfling&gt;</w:t>
            </w:r>
            <w:r w:rsidR="00AC4926">
              <w:rPr>
                <w:rFonts w:cs="Arial"/>
                <w:sz w:val="20"/>
                <w:szCs w:val="20"/>
              </w:rPr>
              <w:fldChar w:fldCharType="end"/>
            </w:r>
            <w:bookmarkEnd w:id="2"/>
            <w:r w:rsidR="009B33BD">
              <w:rPr>
                <w:rFonts w:cs="Arial"/>
                <w:sz w:val="20"/>
                <w:szCs w:val="20"/>
              </w:rPr>
              <w:t>@</w:t>
            </w:r>
            <w:r w:rsidR="001C1BA7">
              <w:rPr>
                <w:rFonts w:cs="Arial"/>
                <w:sz w:val="20"/>
                <w:szCs w:val="20"/>
              </w:rPr>
              <w:t>smartcase</w:t>
            </w:r>
            <w:r w:rsidR="009B33BD">
              <w:rPr>
                <w:rFonts w:cs="Arial"/>
                <w:sz w:val="20"/>
                <w:szCs w:val="20"/>
              </w:rPr>
              <w:t>.de</w:t>
            </w:r>
          </w:p>
          <w:p w14:paraId="61165E72" w14:textId="77777777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</w:p>
          <w:p w14:paraId="323228BC" w14:textId="2A50B84C" w:rsidR="00C51DFC" w:rsidRPr="009847BA" w:rsidRDefault="00C51DFC" w:rsidP="00B07C21">
            <w:pPr>
              <w:spacing w:line="260" w:lineRule="exact"/>
              <w:rPr>
                <w:rFonts w:cs="Arial"/>
                <w:sz w:val="20"/>
                <w:szCs w:val="20"/>
              </w:rPr>
            </w:pPr>
            <w:r w:rsidRPr="009847BA">
              <w:rPr>
                <w:rFonts w:cs="Arial"/>
                <w:sz w:val="20"/>
                <w:szCs w:val="20"/>
              </w:rPr>
              <w:t xml:space="preserve">Datum: </w:t>
            </w:r>
            <w:r w:rsidR="00240DBC">
              <w:rPr>
                <w:rFonts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="00240DBC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240DBC">
              <w:rPr>
                <w:rFonts w:cs="Arial"/>
                <w:sz w:val="20"/>
                <w:szCs w:val="20"/>
              </w:rPr>
            </w:r>
            <w:r w:rsidR="00240DBC">
              <w:rPr>
                <w:rFonts w:cs="Arial"/>
                <w:sz w:val="20"/>
                <w:szCs w:val="20"/>
              </w:rPr>
              <w:fldChar w:fldCharType="separate"/>
            </w:r>
            <w:r w:rsidR="00240DBC">
              <w:rPr>
                <w:rFonts w:cs="Arial"/>
                <w:noProof/>
                <w:sz w:val="20"/>
                <w:szCs w:val="20"/>
              </w:rPr>
              <w:t> </w:t>
            </w:r>
            <w:r w:rsidR="00240DBC">
              <w:rPr>
                <w:rFonts w:cs="Arial"/>
                <w:noProof/>
                <w:sz w:val="20"/>
                <w:szCs w:val="20"/>
              </w:rPr>
              <w:t> </w:t>
            </w:r>
            <w:r w:rsidR="00240DBC">
              <w:rPr>
                <w:rFonts w:cs="Arial"/>
                <w:noProof/>
                <w:sz w:val="20"/>
                <w:szCs w:val="20"/>
              </w:rPr>
              <w:t> </w:t>
            </w:r>
            <w:r w:rsidR="00240DBC">
              <w:rPr>
                <w:rFonts w:cs="Arial"/>
                <w:noProof/>
                <w:sz w:val="20"/>
                <w:szCs w:val="20"/>
              </w:rPr>
              <w:t> </w:t>
            </w:r>
            <w:r w:rsidR="00240DBC">
              <w:rPr>
                <w:rFonts w:cs="Arial"/>
                <w:noProof/>
                <w:sz w:val="20"/>
                <w:szCs w:val="20"/>
              </w:rPr>
              <w:t> </w:t>
            </w:r>
            <w:r w:rsidR="00240DBC">
              <w:rPr>
                <w:rFonts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C51DFC" w:rsidRPr="009847BA" w14:paraId="185F51DC" w14:textId="77777777" w:rsidTr="00C51DFC">
        <w:trPr>
          <w:trHeight w:val="154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58DAC57B" w14:textId="77777777" w:rsidR="00C51DFC" w:rsidRPr="009847BA" w:rsidRDefault="003408EE" w:rsidP="00FD3ED5">
            <w:pPr>
              <w:rPr>
                <w:rFonts w:cs="Arial"/>
              </w:rPr>
            </w:pPr>
            <w:r w:rsidRPr="009847BA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9847BA">
              <w:rPr>
                <w:rFonts w:cs="Arial"/>
              </w:rPr>
              <w:instrText xml:space="preserve"> FORMTEXT </w:instrText>
            </w:r>
            <w:r w:rsidRPr="009847BA">
              <w:rPr>
                <w:rFonts w:cs="Arial"/>
              </w:rPr>
            </w:r>
            <w:r w:rsidRPr="009847BA">
              <w:rPr>
                <w:rFonts w:cs="Arial"/>
              </w:rPr>
              <w:fldChar w:fldCharType="separate"/>
            </w:r>
            <w:r w:rsidRPr="009847BA">
              <w:rPr>
                <w:rFonts w:cs="Arial"/>
                <w:noProof/>
              </w:rPr>
              <w:t> </w:t>
            </w:r>
            <w:r w:rsidRPr="009847BA">
              <w:rPr>
                <w:rFonts w:cs="Arial"/>
                <w:noProof/>
              </w:rPr>
              <w:t> </w:t>
            </w:r>
            <w:r w:rsidRPr="009847BA">
              <w:rPr>
                <w:rFonts w:cs="Arial"/>
                <w:noProof/>
              </w:rPr>
              <w:t> </w:t>
            </w:r>
            <w:r w:rsidRPr="009847BA">
              <w:rPr>
                <w:rFonts w:cs="Arial"/>
                <w:noProof/>
              </w:rPr>
              <w:t> </w:t>
            </w:r>
            <w:r w:rsidRPr="009847BA">
              <w:rPr>
                <w:rFonts w:cs="Arial"/>
                <w:noProof/>
              </w:rPr>
              <w:t> </w:t>
            </w:r>
            <w:r w:rsidRPr="009847BA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135" w:type="dxa"/>
            <w:vMerge/>
            <w:tcBorders>
              <w:left w:val="nil"/>
              <w:bottom w:val="nil"/>
              <w:right w:val="nil"/>
              <w:tl2br w:val="nil"/>
            </w:tcBorders>
          </w:tcPr>
          <w:p w14:paraId="5BD6E296" w14:textId="77777777" w:rsidR="00C51DFC" w:rsidRPr="009847BA" w:rsidRDefault="00C51DFC">
            <w:pPr>
              <w:rPr>
                <w:rFonts w:cs="Arial"/>
              </w:rPr>
            </w:pPr>
          </w:p>
        </w:tc>
        <w:tc>
          <w:tcPr>
            <w:tcW w:w="4252" w:type="dxa"/>
            <w:vMerge/>
            <w:tcBorders>
              <w:left w:val="nil"/>
              <w:bottom w:val="nil"/>
              <w:right w:val="nil"/>
            </w:tcBorders>
          </w:tcPr>
          <w:p w14:paraId="5DBF8BB4" w14:textId="77777777" w:rsidR="00C51DFC" w:rsidRPr="009847BA" w:rsidRDefault="00C51DFC">
            <w:pPr>
              <w:rPr>
                <w:rFonts w:cs="Arial"/>
              </w:rPr>
            </w:pPr>
          </w:p>
        </w:tc>
      </w:tr>
    </w:tbl>
    <w:p w14:paraId="1BD413C1" w14:textId="77777777" w:rsidR="00510CF4" w:rsidRPr="009847BA" w:rsidRDefault="00510CF4" w:rsidP="00C51DFC">
      <w:pPr>
        <w:rPr>
          <w:rFonts w:cs="Arial"/>
        </w:rPr>
      </w:pPr>
    </w:p>
    <w:p w14:paraId="32069ABF" w14:textId="77777777" w:rsidR="00A20415" w:rsidRPr="009847BA" w:rsidRDefault="00A20415" w:rsidP="00C51DFC">
      <w:pPr>
        <w:rPr>
          <w:rFonts w:cs="Arial"/>
        </w:rPr>
      </w:pPr>
    </w:p>
    <w:p w14:paraId="426B5DBD" w14:textId="77777777" w:rsidR="00607B5F" w:rsidRPr="00607B5F" w:rsidRDefault="003408EE" w:rsidP="00C51DFC">
      <w:pPr>
        <w:rPr>
          <w:rFonts w:cs="Arial"/>
          <w:b/>
          <w:bCs/>
        </w:rPr>
      </w:pPr>
      <w:r w:rsidRPr="00607B5F">
        <w:rPr>
          <w:rFonts w:cs="Arial"/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Pr="00607B5F">
        <w:rPr>
          <w:rFonts w:cs="Arial"/>
          <w:b/>
          <w:bCs/>
        </w:rPr>
        <w:instrText xml:space="preserve"> FORMTEXT </w:instrText>
      </w:r>
      <w:r w:rsidRPr="00607B5F">
        <w:rPr>
          <w:rFonts w:cs="Arial"/>
          <w:b/>
          <w:bCs/>
        </w:rPr>
      </w:r>
      <w:r w:rsidRPr="00607B5F">
        <w:rPr>
          <w:rFonts w:cs="Arial"/>
          <w:b/>
          <w:bCs/>
        </w:rPr>
        <w:fldChar w:fldCharType="separate"/>
      </w:r>
      <w:r w:rsidRPr="00607B5F">
        <w:rPr>
          <w:rFonts w:cs="Arial"/>
          <w:b/>
          <w:bCs/>
          <w:noProof/>
        </w:rPr>
        <w:t> </w:t>
      </w:r>
      <w:r w:rsidRPr="00607B5F">
        <w:rPr>
          <w:rFonts w:cs="Arial"/>
          <w:b/>
          <w:bCs/>
          <w:noProof/>
        </w:rPr>
        <w:t> </w:t>
      </w:r>
      <w:r w:rsidRPr="00607B5F">
        <w:rPr>
          <w:rFonts w:cs="Arial"/>
          <w:b/>
          <w:bCs/>
          <w:noProof/>
        </w:rPr>
        <w:t> </w:t>
      </w:r>
      <w:r w:rsidRPr="00607B5F">
        <w:rPr>
          <w:rFonts w:cs="Arial"/>
          <w:b/>
          <w:bCs/>
          <w:noProof/>
        </w:rPr>
        <w:t> </w:t>
      </w:r>
      <w:r w:rsidRPr="00607B5F">
        <w:rPr>
          <w:rFonts w:cs="Arial"/>
          <w:b/>
          <w:bCs/>
          <w:noProof/>
        </w:rPr>
        <w:t> </w:t>
      </w:r>
      <w:r w:rsidRPr="00607B5F">
        <w:rPr>
          <w:rFonts w:cs="Arial"/>
          <w:b/>
          <w:bCs/>
        </w:rPr>
        <w:fldChar w:fldCharType="end"/>
      </w:r>
      <w:bookmarkEnd w:id="5"/>
    </w:p>
    <w:p w14:paraId="2BF7F906" w14:textId="77777777" w:rsidR="00A20415" w:rsidRPr="002C11F9" w:rsidRDefault="00466C55" w:rsidP="00C51DFC">
      <w:pPr>
        <w:rPr>
          <w:rFonts w:cs="Arial"/>
          <w:lang w:eastAsia="de-DE"/>
        </w:rPr>
      </w:pPr>
      <w:r w:rsidRPr="002C11F9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63191B17" wp14:editId="55313F3C">
                <wp:simplePos x="0" y="0"/>
                <wp:positionH relativeFrom="page">
                  <wp:posOffset>71755</wp:posOffset>
                </wp:positionH>
                <wp:positionV relativeFrom="page">
                  <wp:posOffset>7560945</wp:posOffset>
                </wp:positionV>
                <wp:extent cx="18000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162CE094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595.35pt" to="19.8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" o:allowoverlap="f" strokecolor="#7f7f7f [1612]" strokeweight=".5pt">
                <v:stroke joinstyle="miter"/>
                <w10:wrap anchorx="page" anchory="page"/>
              </v:line>
            </w:pict>
          </mc:Fallback>
        </mc:AlternateContent>
      </w:r>
      <w:r w:rsidRPr="002C11F9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5D53C0A1" wp14:editId="7111C68A">
                <wp:simplePos x="0" y="0"/>
                <wp:positionH relativeFrom="page">
                  <wp:posOffset>71755</wp:posOffset>
                </wp:positionH>
                <wp:positionV relativeFrom="page">
                  <wp:posOffset>3780790</wp:posOffset>
                </wp:positionV>
                <wp:extent cx="180000" cy="0"/>
                <wp:effectExtent l="0" t="0" r="0" b="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338C48B6" id="Gerader Verbinde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297.7pt" to="19.8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" o:allowoverlap="f" strokecolor="#7f7f7f [1612]" strokeweight=".5pt">
                <v:stroke joinstyle="miter"/>
                <w10:wrap anchorx="page" anchory="page"/>
              </v:line>
            </w:pict>
          </mc:Fallback>
        </mc:AlternateContent>
      </w:r>
    </w:p>
    <w:sectPr w:rsidR="00A20415" w:rsidRPr="002C11F9" w:rsidSect="00ED2388">
      <w:headerReference w:type="default" r:id="rId7"/>
      <w:footerReference w:type="default" r:id="rId8"/>
      <w:pgSz w:w="11906" w:h="16838"/>
      <w:pgMar w:top="2552" w:right="1134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FE044" w14:textId="77777777" w:rsidR="00356F15" w:rsidRDefault="00356F15" w:rsidP="00FD3ED5">
      <w:r>
        <w:separator/>
      </w:r>
    </w:p>
  </w:endnote>
  <w:endnote w:type="continuationSeparator" w:id="0">
    <w:p w14:paraId="0CCB7B2A" w14:textId="77777777" w:rsidR="00356F15" w:rsidRDefault="00356F15" w:rsidP="00FD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CellMar>
        <w:top w:w="28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554"/>
      <w:gridCol w:w="2980"/>
      <w:gridCol w:w="1833"/>
    </w:tblGrid>
    <w:tr w:rsidR="009847BA" w:rsidRPr="00525A62" w14:paraId="69402F9A" w14:textId="77777777" w:rsidTr="00525A62">
      <w:tc>
        <w:tcPr>
          <w:tcW w:w="1062" w:type="pct"/>
        </w:tcPr>
        <w:p w14:paraId="63760296" w14:textId="77777777" w:rsidR="002C11F9" w:rsidRPr="002C11F9" w:rsidRDefault="001C1BA7" w:rsidP="00EB0682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proofErr w:type="spellStart"/>
          <w:r>
            <w:rPr>
              <w:rFonts w:cs="Arial"/>
              <w:b/>
              <w:bCs/>
              <w:sz w:val="16"/>
              <w:szCs w:val="16"/>
            </w:rPr>
            <w:t>SmartCase</w:t>
          </w:r>
          <w:proofErr w:type="spellEnd"/>
          <w:r>
            <w:rPr>
              <w:rFonts w:cs="Arial"/>
              <w:b/>
              <w:bCs/>
              <w:sz w:val="16"/>
              <w:szCs w:val="16"/>
            </w:rPr>
            <w:t xml:space="preserve"> GmbH</w:t>
          </w:r>
        </w:p>
        <w:p w14:paraId="414E0F9B" w14:textId="77777777" w:rsidR="002C11F9" w:rsidRDefault="002C11F9" w:rsidP="00EB0682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Dachsbau 7</w:t>
          </w:r>
        </w:p>
        <w:p w14:paraId="6AB9825A" w14:textId="77777777" w:rsidR="00525A62" w:rsidRDefault="002C11F9" w:rsidP="00EB0682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72070 Tübingen</w:t>
          </w:r>
        </w:p>
        <w:p w14:paraId="69CA96C0" w14:textId="77777777" w:rsidR="002C11F9" w:rsidRPr="00525A62" w:rsidRDefault="002C11F9" w:rsidP="00EB0682">
          <w:pPr>
            <w:pStyle w:val="Fuzeile"/>
            <w:rPr>
              <w:rFonts w:cs="Arial"/>
              <w:sz w:val="10"/>
              <w:szCs w:val="10"/>
            </w:rPr>
          </w:pPr>
        </w:p>
        <w:p w14:paraId="1C063EB6" w14:textId="77777777" w:rsidR="00EB0682" w:rsidRPr="00525A62" w:rsidRDefault="00EB0682" w:rsidP="00EB0682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r w:rsidRPr="00525A62">
            <w:rPr>
              <w:rFonts w:cs="Arial"/>
              <w:b/>
              <w:bCs/>
              <w:sz w:val="16"/>
              <w:szCs w:val="16"/>
            </w:rPr>
            <w:t>Geschäftsführer</w:t>
          </w:r>
        </w:p>
        <w:p w14:paraId="46B6171B" w14:textId="501B2FDD" w:rsidR="009847BA" w:rsidRPr="00525A62" w:rsidRDefault="008B70B1" w:rsidP="00EB0682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Klaus Trautmann</w:t>
          </w:r>
        </w:p>
      </w:tc>
      <w:tc>
        <w:tcPr>
          <w:tcW w:w="1365" w:type="pct"/>
        </w:tcPr>
        <w:p w14:paraId="52A1412C" w14:textId="77777777" w:rsidR="009847BA" w:rsidRPr="001C1BA7" w:rsidRDefault="009847BA">
          <w:pPr>
            <w:pStyle w:val="Fuzeile"/>
            <w:rPr>
              <w:rFonts w:cs="Arial"/>
              <w:sz w:val="16"/>
              <w:szCs w:val="16"/>
              <w:lang w:val="it-IT"/>
            </w:rPr>
          </w:pPr>
          <w:proofErr w:type="spellStart"/>
          <w:r w:rsidRPr="001C1BA7">
            <w:rPr>
              <w:rFonts w:cs="Arial"/>
              <w:sz w:val="16"/>
              <w:szCs w:val="16"/>
              <w:lang w:val="it-IT"/>
            </w:rPr>
            <w:t>Telefon</w:t>
          </w:r>
          <w:proofErr w:type="spellEnd"/>
          <w:r w:rsidRPr="001C1BA7">
            <w:rPr>
              <w:rFonts w:cs="Arial"/>
              <w:sz w:val="16"/>
              <w:szCs w:val="16"/>
              <w:lang w:val="it-IT"/>
            </w:rPr>
            <w:t xml:space="preserve">: </w:t>
          </w:r>
          <w:r w:rsidR="002C11F9" w:rsidRPr="001C1BA7">
            <w:rPr>
              <w:rFonts w:cs="Arial"/>
              <w:sz w:val="16"/>
              <w:szCs w:val="16"/>
              <w:lang w:val="it-IT"/>
            </w:rPr>
            <w:t>07071</w:t>
          </w:r>
          <w:r w:rsidRPr="001C1BA7">
            <w:rPr>
              <w:rFonts w:cs="Arial"/>
              <w:sz w:val="16"/>
              <w:szCs w:val="16"/>
              <w:lang w:val="it-IT"/>
            </w:rPr>
            <w:t xml:space="preserve"> 896-0</w:t>
          </w:r>
        </w:p>
        <w:p w14:paraId="0F4E1113" w14:textId="77777777" w:rsidR="009847BA" w:rsidRPr="001C1BA7" w:rsidRDefault="009847BA">
          <w:pPr>
            <w:pStyle w:val="Fuzeile"/>
            <w:rPr>
              <w:rFonts w:cs="Arial"/>
              <w:sz w:val="16"/>
              <w:szCs w:val="16"/>
              <w:lang w:val="it-IT"/>
            </w:rPr>
          </w:pPr>
          <w:r w:rsidRPr="001C1BA7">
            <w:rPr>
              <w:rFonts w:cs="Arial"/>
              <w:sz w:val="16"/>
              <w:szCs w:val="16"/>
              <w:lang w:val="it-IT"/>
            </w:rPr>
            <w:t xml:space="preserve">Telefax: </w:t>
          </w:r>
          <w:r w:rsidR="002C11F9" w:rsidRPr="001C1BA7">
            <w:rPr>
              <w:rFonts w:cs="Arial"/>
              <w:sz w:val="16"/>
              <w:szCs w:val="16"/>
              <w:lang w:val="it-IT"/>
            </w:rPr>
            <w:t>07071</w:t>
          </w:r>
          <w:r w:rsidRPr="001C1BA7">
            <w:rPr>
              <w:rFonts w:cs="Arial"/>
              <w:sz w:val="16"/>
              <w:szCs w:val="16"/>
              <w:lang w:val="it-IT"/>
            </w:rPr>
            <w:t xml:space="preserve"> 896-17</w:t>
          </w:r>
        </w:p>
        <w:p w14:paraId="40F1C272" w14:textId="77777777" w:rsidR="009847BA" w:rsidRPr="001C1BA7" w:rsidRDefault="009847BA">
          <w:pPr>
            <w:pStyle w:val="Fuzeile"/>
            <w:rPr>
              <w:rFonts w:cs="Arial"/>
              <w:sz w:val="16"/>
              <w:szCs w:val="16"/>
              <w:lang w:val="it-IT"/>
            </w:rPr>
          </w:pPr>
          <w:r w:rsidRPr="001C1BA7">
            <w:rPr>
              <w:rFonts w:cs="Arial"/>
              <w:sz w:val="16"/>
              <w:szCs w:val="16"/>
              <w:lang w:val="it-IT"/>
            </w:rPr>
            <w:t xml:space="preserve">E-Mail: </w:t>
          </w:r>
          <w:hyperlink r:id="rId1" w:history="1">
            <w:r w:rsidR="006E7692" w:rsidRPr="00854BC2">
              <w:rPr>
                <w:rStyle w:val="Hyperlink"/>
                <w:rFonts w:cs="Arial"/>
                <w:sz w:val="16"/>
                <w:szCs w:val="16"/>
                <w:lang w:val="it-IT"/>
              </w:rPr>
              <w:t>info@smartcase.de</w:t>
            </w:r>
          </w:hyperlink>
        </w:p>
        <w:p w14:paraId="15BD6044" w14:textId="77777777" w:rsidR="009847BA" w:rsidRPr="00525A62" w:rsidRDefault="009847BA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>Internet: www.</w:t>
          </w:r>
          <w:r w:rsidR="001C1BA7">
            <w:rPr>
              <w:rFonts w:cs="Arial"/>
              <w:sz w:val="16"/>
              <w:szCs w:val="16"/>
            </w:rPr>
            <w:t>smartcase</w:t>
          </w:r>
          <w:r w:rsidRPr="00525A62">
            <w:rPr>
              <w:rFonts w:cs="Arial"/>
              <w:sz w:val="16"/>
              <w:szCs w:val="16"/>
            </w:rPr>
            <w:t>.com</w:t>
          </w:r>
        </w:p>
      </w:tc>
      <w:tc>
        <w:tcPr>
          <w:tcW w:w="1593" w:type="pct"/>
        </w:tcPr>
        <w:p w14:paraId="1D22C3CF" w14:textId="77777777" w:rsidR="00EB0682" w:rsidRPr="00525A62" w:rsidRDefault="00EB0682">
          <w:pPr>
            <w:pStyle w:val="Fuzeile"/>
            <w:rPr>
              <w:rFonts w:cs="Arial"/>
              <w:b/>
              <w:bCs/>
              <w:sz w:val="16"/>
              <w:szCs w:val="16"/>
            </w:rPr>
          </w:pPr>
          <w:r w:rsidRPr="00525A62">
            <w:rPr>
              <w:rFonts w:cs="Arial"/>
              <w:b/>
              <w:bCs/>
              <w:sz w:val="16"/>
              <w:szCs w:val="16"/>
            </w:rPr>
            <w:t xml:space="preserve">Bankverbindung: </w:t>
          </w:r>
        </w:p>
        <w:p w14:paraId="59BE8B07" w14:textId="77777777" w:rsidR="00EB0682" w:rsidRPr="00525A62" w:rsidRDefault="00EB068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 xml:space="preserve">Stadtsparkasse </w:t>
          </w:r>
          <w:r w:rsidR="002C11F9">
            <w:rPr>
              <w:rFonts w:cs="Arial"/>
              <w:sz w:val="16"/>
              <w:szCs w:val="16"/>
            </w:rPr>
            <w:t>Tübingen</w:t>
          </w:r>
        </w:p>
        <w:p w14:paraId="7DE87989" w14:textId="77777777" w:rsidR="009847BA" w:rsidRPr="00525A62" w:rsidRDefault="00EB068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>IBAN DE25 7564 0000 0000 0024 18</w:t>
          </w:r>
        </w:p>
        <w:p w14:paraId="5A8B6F7C" w14:textId="77777777" w:rsidR="00525A62" w:rsidRPr="00525A62" w:rsidRDefault="00525A6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>BIC BYLADEM1RBG</w:t>
          </w:r>
        </w:p>
      </w:tc>
      <w:tc>
        <w:tcPr>
          <w:tcW w:w="980" w:type="pct"/>
        </w:tcPr>
        <w:p w14:paraId="3240C57C" w14:textId="77777777" w:rsidR="009847BA" w:rsidRPr="00525A62" w:rsidRDefault="009847BA" w:rsidP="00525A6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 xml:space="preserve">Sitz </w:t>
          </w:r>
          <w:r w:rsidR="002C11F9">
            <w:rPr>
              <w:rFonts w:cs="Arial"/>
              <w:sz w:val="16"/>
              <w:szCs w:val="16"/>
            </w:rPr>
            <w:t>Tübingen</w:t>
          </w:r>
        </w:p>
        <w:p w14:paraId="79E4ECED" w14:textId="77777777" w:rsidR="009847BA" w:rsidRPr="00525A62" w:rsidRDefault="009847BA" w:rsidP="00525A62">
          <w:pPr>
            <w:pStyle w:val="Fuzeile"/>
            <w:rPr>
              <w:rFonts w:cs="Arial"/>
              <w:sz w:val="16"/>
              <w:szCs w:val="16"/>
            </w:rPr>
          </w:pPr>
          <w:proofErr w:type="spellStart"/>
          <w:r w:rsidRPr="00525A62">
            <w:rPr>
              <w:rFonts w:cs="Arial"/>
              <w:sz w:val="16"/>
              <w:szCs w:val="16"/>
            </w:rPr>
            <w:t>USt</w:t>
          </w:r>
          <w:r w:rsidR="006478DC" w:rsidRPr="00525A62">
            <w:rPr>
              <w:rFonts w:cs="Arial"/>
              <w:sz w:val="16"/>
              <w:szCs w:val="16"/>
            </w:rPr>
            <w:t>-IdNr</w:t>
          </w:r>
          <w:proofErr w:type="spellEnd"/>
          <w:r w:rsidR="006478DC" w:rsidRPr="00525A62">
            <w:rPr>
              <w:rFonts w:cs="Arial"/>
              <w:sz w:val="16"/>
              <w:szCs w:val="16"/>
            </w:rPr>
            <w:t>. DE 399499</w:t>
          </w:r>
        </w:p>
        <w:p w14:paraId="5E6239DB" w14:textId="77777777" w:rsidR="006478DC" w:rsidRPr="00525A62" w:rsidRDefault="006478DC" w:rsidP="00525A6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>HRB 1229</w:t>
          </w:r>
        </w:p>
        <w:p w14:paraId="795266D7" w14:textId="77777777" w:rsidR="006478DC" w:rsidRPr="00525A62" w:rsidRDefault="006478DC" w:rsidP="00525A62">
          <w:pPr>
            <w:pStyle w:val="Fuzeile"/>
            <w:rPr>
              <w:rFonts w:cs="Arial"/>
              <w:sz w:val="16"/>
              <w:szCs w:val="16"/>
            </w:rPr>
          </w:pPr>
          <w:r w:rsidRPr="00525A62">
            <w:rPr>
              <w:rFonts w:cs="Arial"/>
              <w:sz w:val="16"/>
              <w:szCs w:val="16"/>
            </w:rPr>
            <w:t xml:space="preserve">Amtsgericht </w:t>
          </w:r>
          <w:r w:rsidR="002C11F9">
            <w:rPr>
              <w:rFonts w:cs="Arial"/>
              <w:sz w:val="16"/>
              <w:szCs w:val="16"/>
            </w:rPr>
            <w:t>Tübingen</w:t>
          </w:r>
        </w:p>
      </w:tc>
    </w:tr>
  </w:tbl>
  <w:p w14:paraId="5E6F1D8E" w14:textId="77777777" w:rsidR="009847BA" w:rsidRPr="00525A62" w:rsidRDefault="009847BA">
    <w:pPr>
      <w:pStyle w:val="Fuzeile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6B1C6" w14:textId="77777777" w:rsidR="00356F15" w:rsidRDefault="00356F15" w:rsidP="00FD3ED5">
      <w:r>
        <w:separator/>
      </w:r>
    </w:p>
  </w:footnote>
  <w:footnote w:type="continuationSeparator" w:id="0">
    <w:p w14:paraId="3FBD8D95" w14:textId="77777777" w:rsidR="00356F15" w:rsidRDefault="00356F15" w:rsidP="00FD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98587" w14:textId="77777777" w:rsidR="009847BA" w:rsidRPr="009847BA" w:rsidRDefault="00113101" w:rsidP="006478DC">
    <w:pPr>
      <w:pStyle w:val="Kopfzeile"/>
      <w:jc w:val="right"/>
      <w:rPr>
        <w:rFonts w:cs="Arial"/>
      </w:rPr>
    </w:pPr>
    <w:r>
      <w:rPr>
        <w:rFonts w:cs="Arial"/>
        <w:noProof/>
      </w:rPr>
      <w:drawing>
        <wp:inline distT="0" distB="0" distL="0" distR="0" wp14:anchorId="6B189563" wp14:editId="2927DF7E">
          <wp:extent cx="1008000" cy="900000"/>
          <wp:effectExtent l="0" t="0" r="1905" b="0"/>
          <wp:docPr id="2042088798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088798" name="Grafik 1" descr="Ein Bild, das Text, Schrift, Grafiken, Grafikdesig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80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50AD"/>
    <w:multiLevelType w:val="multilevel"/>
    <w:tmpl w:val="F54C203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ocumentProtection w:edit="form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26"/>
    <w:rsid w:val="00003836"/>
    <w:rsid w:val="0003032C"/>
    <w:rsid w:val="000949FF"/>
    <w:rsid w:val="00094CC2"/>
    <w:rsid w:val="000B3F6B"/>
    <w:rsid w:val="000C4C9F"/>
    <w:rsid w:val="000E4F53"/>
    <w:rsid w:val="000F6D4B"/>
    <w:rsid w:val="00111E83"/>
    <w:rsid w:val="00113101"/>
    <w:rsid w:val="0011581D"/>
    <w:rsid w:val="001605A7"/>
    <w:rsid w:val="001C1BA7"/>
    <w:rsid w:val="001C1D28"/>
    <w:rsid w:val="001C2829"/>
    <w:rsid w:val="001E335E"/>
    <w:rsid w:val="00240DBC"/>
    <w:rsid w:val="002652D8"/>
    <w:rsid w:val="002A3DD9"/>
    <w:rsid w:val="002C11F9"/>
    <w:rsid w:val="003408EE"/>
    <w:rsid w:val="00356F15"/>
    <w:rsid w:val="0039291E"/>
    <w:rsid w:val="003A1C72"/>
    <w:rsid w:val="004119AE"/>
    <w:rsid w:val="00466C55"/>
    <w:rsid w:val="0049253A"/>
    <w:rsid w:val="004C36D8"/>
    <w:rsid w:val="004E3E64"/>
    <w:rsid w:val="00510CF4"/>
    <w:rsid w:val="00525A62"/>
    <w:rsid w:val="00530CF1"/>
    <w:rsid w:val="00597961"/>
    <w:rsid w:val="005A372C"/>
    <w:rsid w:val="005C1774"/>
    <w:rsid w:val="00607B5F"/>
    <w:rsid w:val="006478DC"/>
    <w:rsid w:val="006A3B9E"/>
    <w:rsid w:val="006E526F"/>
    <w:rsid w:val="006E7692"/>
    <w:rsid w:val="00727921"/>
    <w:rsid w:val="00730501"/>
    <w:rsid w:val="007929A3"/>
    <w:rsid w:val="007A2318"/>
    <w:rsid w:val="0081726B"/>
    <w:rsid w:val="00831A02"/>
    <w:rsid w:val="00860FB3"/>
    <w:rsid w:val="008B526D"/>
    <w:rsid w:val="008B70B1"/>
    <w:rsid w:val="008C37B5"/>
    <w:rsid w:val="009151D9"/>
    <w:rsid w:val="009208A3"/>
    <w:rsid w:val="00923343"/>
    <w:rsid w:val="009847BA"/>
    <w:rsid w:val="009B33BD"/>
    <w:rsid w:val="009C52F8"/>
    <w:rsid w:val="00A20415"/>
    <w:rsid w:val="00A24176"/>
    <w:rsid w:val="00A51029"/>
    <w:rsid w:val="00A95B8F"/>
    <w:rsid w:val="00AC4926"/>
    <w:rsid w:val="00B07C21"/>
    <w:rsid w:val="00BF0B90"/>
    <w:rsid w:val="00C22923"/>
    <w:rsid w:val="00C51DFC"/>
    <w:rsid w:val="00C90EE3"/>
    <w:rsid w:val="00CA5759"/>
    <w:rsid w:val="00D634BB"/>
    <w:rsid w:val="00DA4D1C"/>
    <w:rsid w:val="00DD635A"/>
    <w:rsid w:val="00E62F32"/>
    <w:rsid w:val="00EB0682"/>
    <w:rsid w:val="00ED2388"/>
    <w:rsid w:val="00ED3123"/>
    <w:rsid w:val="00F16DEC"/>
    <w:rsid w:val="00F80249"/>
    <w:rsid w:val="00FC1F0F"/>
    <w:rsid w:val="00FC28B6"/>
    <w:rsid w:val="00FD3ED5"/>
    <w:rsid w:val="00FD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D870E"/>
  <w15:chartTrackingRefBased/>
  <w15:docId w15:val="{4BBB1BA4-4814-445D-8BB7-0D1B0950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25A62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37B5"/>
    <w:pPr>
      <w:keepNext/>
      <w:keepLines/>
      <w:numPr>
        <w:numId w:val="5"/>
      </w:numPr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C37B5"/>
    <w:pPr>
      <w:keepNext/>
      <w:keepLines/>
      <w:numPr>
        <w:ilvl w:val="1"/>
        <w:numId w:val="5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8C37B5"/>
    <w:pPr>
      <w:keepNext/>
      <w:keepLines/>
      <w:numPr>
        <w:ilvl w:val="2"/>
        <w:numId w:val="5"/>
      </w:numPr>
      <w:spacing w:before="40"/>
      <w:outlineLvl w:val="2"/>
    </w:pPr>
    <w:rPr>
      <w:rFonts w:eastAsiaTheme="majorEastAsia" w:cstheme="majorBidi"/>
      <w:b/>
      <w:sz w:val="26"/>
      <w:szCs w:val="24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8C37B5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b/>
      <w:i/>
      <w:i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C37B5"/>
    <w:rPr>
      <w:rFonts w:ascii="Corbel" w:eastAsiaTheme="majorEastAsia" w:hAnsi="Corbel" w:cstheme="majorBidi"/>
      <w:b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37B5"/>
    <w:rPr>
      <w:rFonts w:ascii="Corbel" w:eastAsiaTheme="majorEastAsia" w:hAnsi="Corbel" w:cstheme="majorBidi"/>
      <w:b/>
      <w:sz w:val="26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C37B5"/>
    <w:pPr>
      <w:contextualSpacing/>
    </w:pPr>
    <w:rPr>
      <w:rFonts w:eastAsiaTheme="majorEastAsia" w:cstheme="majorBidi"/>
      <w:b/>
      <w:spacing w:val="-10"/>
      <w:kern w:val="28"/>
      <w:sz w:val="2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C37B5"/>
    <w:rPr>
      <w:rFonts w:ascii="Corbel" w:eastAsiaTheme="majorEastAsia" w:hAnsi="Corbel" w:cstheme="majorBidi"/>
      <w:b/>
      <w:spacing w:val="-10"/>
      <w:kern w:val="28"/>
      <w:sz w:val="2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37B5"/>
    <w:rPr>
      <w:rFonts w:ascii="Corbel" w:eastAsiaTheme="majorEastAsia" w:hAnsi="Corbel" w:cstheme="majorBidi"/>
      <w:b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37B5"/>
    <w:rPr>
      <w:rFonts w:ascii="Corbel" w:eastAsiaTheme="majorEastAsia" w:hAnsi="Corbel" w:cstheme="majorBidi"/>
      <w:b/>
      <w:i/>
      <w:iCs/>
      <w:sz w:val="26"/>
    </w:rPr>
  </w:style>
  <w:style w:type="table" w:styleId="Tabellenraster">
    <w:name w:val="Table Grid"/>
    <w:basedOn w:val="NormaleTabelle"/>
    <w:uiPriority w:val="39"/>
    <w:rsid w:val="00FD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D3E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3ED5"/>
    <w:rPr>
      <w:rFonts w:ascii="Corbel" w:hAnsi="Corbel"/>
    </w:rPr>
  </w:style>
  <w:style w:type="paragraph" w:styleId="Fuzeile">
    <w:name w:val="footer"/>
    <w:basedOn w:val="Standard"/>
    <w:link w:val="FuzeileZchn"/>
    <w:uiPriority w:val="99"/>
    <w:unhideWhenUsed/>
    <w:rsid w:val="00FD3E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3ED5"/>
    <w:rPr>
      <w:rFonts w:ascii="Corbel" w:hAnsi="Corbel"/>
    </w:rPr>
  </w:style>
  <w:style w:type="character" w:styleId="Hyperlink">
    <w:name w:val="Hyperlink"/>
    <w:basedOn w:val="Absatz-Standardschriftart"/>
    <w:uiPriority w:val="99"/>
    <w:unhideWhenUsed/>
    <w:rsid w:val="009847B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4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martcas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M_Pr&#252;fungserstellung\BM_Pr&#252;fung_aktuell\Anlagen\1.2_Anfr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1.2_Anfrage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Melanie</dc:creator>
  <cp:keywords/>
  <dc:description/>
  <cp:lastModifiedBy>Koordinierungsstelle</cp:lastModifiedBy>
  <cp:revision>8</cp:revision>
  <dcterms:created xsi:type="dcterms:W3CDTF">2025-01-09T09:59:00Z</dcterms:created>
  <dcterms:modified xsi:type="dcterms:W3CDTF">2025-03-24T06:31:00Z</dcterms:modified>
</cp:coreProperties>
</file>